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4E3F4D0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75306D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75306D">
        <w:rPr>
          <w:rFonts w:ascii="Corbel" w:hAnsi="Corbel"/>
          <w:bCs/>
          <w:i/>
        </w:rPr>
        <w:t>19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6634219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</w:t>
      </w:r>
      <w:r w:rsidR="0075306D">
        <w:rPr>
          <w:rFonts w:ascii="Corbel" w:hAnsi="Corbel"/>
          <w:i/>
          <w:smallCaps/>
          <w:sz w:val="24"/>
          <w:szCs w:val="24"/>
        </w:rPr>
        <w:t>1</w:t>
      </w:r>
      <w:r w:rsidR="00412E1D">
        <w:rPr>
          <w:rFonts w:ascii="Corbel" w:hAnsi="Corbel"/>
          <w:i/>
          <w:smallCaps/>
          <w:sz w:val="24"/>
          <w:szCs w:val="24"/>
        </w:rPr>
        <w:t>-2</w:t>
      </w:r>
      <w:r w:rsidR="0075306D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3E0CBE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75306D">
        <w:rPr>
          <w:rFonts w:ascii="Corbel" w:hAnsi="Corbel"/>
          <w:sz w:val="20"/>
          <w:szCs w:val="20"/>
        </w:rPr>
        <w:t>5</w:t>
      </w:r>
      <w:r w:rsidR="00412E1D">
        <w:rPr>
          <w:rFonts w:ascii="Corbel" w:hAnsi="Corbel"/>
          <w:sz w:val="20"/>
          <w:szCs w:val="20"/>
        </w:rPr>
        <w:t>/2</w:t>
      </w:r>
      <w:r w:rsidR="0075306D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pracy i ubezpieczeń społecznych – panel pism procesowych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201199E9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Ludera-Ruszel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77777777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0055123A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praktyczne zastosowanie norm prawa pracy i ubezpieczeń społecznych.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77777777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prawa pracy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ubezpieczeń społecznych.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 z zakresu prawa pracy i ubezpieczeń społecznych.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pracy i ubezpieczeń społecznych.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prawniczego oraz zna i rozumie podstawowe pojęcia prawa pracy i ubezpieczeń społecznych.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z zakresu prawa pracy i ubezpieczeń społecznych i interpretować je z wykorzystaniem języka prawniczego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umiejętność samodzielnego proponowania rozwiązań posiada umiejętność sporządzania podstawowych dokumentów oraz pism procesowych z zakresu prawa pracy i ubezpieczeń społecznych.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z zakresu prawa pracy i ubezpieczeń społecznych do normy lub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problemów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prawnych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AFB1E63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 grupie przy przygotowaniu pism z zakresu prawa pracy i ubezpieczeń społecznych. Potrafi kierować pracą grupy oraz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 zajmującego się sprawami z zakresu prawa pracy i ubezpieczeń społecznych.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D416B5">
        <w:tc>
          <w:tcPr>
            <w:tcW w:w="9639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D416B5">
        <w:tc>
          <w:tcPr>
            <w:tcW w:w="9639" w:type="dxa"/>
          </w:tcPr>
          <w:p w14:paraId="46C91B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pozwu- odwołania pracownika od wypowiedzenia umowy o pracę przez pracodawcę o przywrócenie do pracy i odszkodowanie.</w:t>
            </w:r>
          </w:p>
        </w:tc>
      </w:tr>
      <w:tr w:rsidR="00412E1D" w:rsidRPr="009C54AE" w14:paraId="0024453C" w14:textId="77777777" w:rsidTr="00D416B5">
        <w:tc>
          <w:tcPr>
            <w:tcW w:w="9639" w:type="dxa"/>
          </w:tcPr>
          <w:p w14:paraId="00F2DD66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od rozwiązania przez pracodawcę umowy o pracę bez wypowiedzenia z winy pracownika.</w:t>
            </w:r>
          </w:p>
        </w:tc>
      </w:tr>
      <w:tr w:rsidR="00412E1D" w:rsidRPr="009C54AE" w14:paraId="0902F098" w14:textId="77777777" w:rsidTr="00D416B5">
        <w:tc>
          <w:tcPr>
            <w:tcW w:w="9639" w:type="dxa"/>
          </w:tcPr>
          <w:p w14:paraId="0A80C4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uchylenie przez sąd pracy kary porządkowej.</w:t>
            </w:r>
          </w:p>
        </w:tc>
      </w:tr>
      <w:tr w:rsidR="00412E1D" w:rsidRPr="009C54AE" w14:paraId="0C9C1E33" w14:textId="77777777" w:rsidTr="00D416B5">
        <w:tc>
          <w:tcPr>
            <w:tcW w:w="9639" w:type="dxa"/>
          </w:tcPr>
          <w:p w14:paraId="50D4BE7A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za szkody wyrządzone przez pracownika w mieniu pracodawcy.</w:t>
            </w:r>
          </w:p>
        </w:tc>
      </w:tr>
      <w:tr w:rsidR="00412E1D" w:rsidRPr="009C54AE" w14:paraId="7F18569A" w14:textId="77777777" w:rsidTr="00D416B5">
        <w:tc>
          <w:tcPr>
            <w:tcW w:w="9639" w:type="dxa"/>
          </w:tcPr>
          <w:p w14:paraId="5C3F2FC4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odszkodowania z powodu naruszenia zasady równego traktowania (dyskryminacji) pracownika w zatrudnieniu.</w:t>
            </w:r>
          </w:p>
        </w:tc>
      </w:tr>
      <w:tr w:rsidR="00412E1D" w:rsidRPr="009C54AE" w14:paraId="4009B32B" w14:textId="77777777" w:rsidTr="00D416B5">
        <w:tc>
          <w:tcPr>
            <w:tcW w:w="9639" w:type="dxa"/>
          </w:tcPr>
          <w:p w14:paraId="63BF616E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zadośćuczynienia lub odszkodowania z powodu mobbingu.</w:t>
            </w:r>
          </w:p>
        </w:tc>
      </w:tr>
      <w:tr w:rsidR="00412E1D" w:rsidRPr="009C54AE" w14:paraId="4D7FD999" w14:textId="77777777" w:rsidTr="00D416B5">
        <w:tc>
          <w:tcPr>
            <w:tcW w:w="9639" w:type="dxa"/>
          </w:tcPr>
          <w:p w14:paraId="4F2B5C46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 powodu naruszenia przez pracownika zakazu konkurencji w czasie trwania stosunku pracy.</w:t>
            </w:r>
          </w:p>
        </w:tc>
      </w:tr>
      <w:tr w:rsidR="00412E1D" w:rsidRPr="009C54AE" w14:paraId="69C11277" w14:textId="77777777" w:rsidTr="00D416B5">
        <w:tc>
          <w:tcPr>
            <w:tcW w:w="9639" w:type="dxa"/>
          </w:tcPr>
          <w:p w14:paraId="3CCB9933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analiza pozwu pracownika o zapłatę wynagrodzenia za pracę. </w:t>
            </w:r>
          </w:p>
        </w:tc>
      </w:tr>
      <w:tr w:rsidR="00412E1D" w:rsidRPr="009C54AE" w14:paraId="078E30FF" w14:textId="77777777" w:rsidTr="00D416B5">
        <w:tc>
          <w:tcPr>
            <w:tcW w:w="9639" w:type="dxa"/>
          </w:tcPr>
          <w:p w14:paraId="2EEE5060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wynagrodzenia za pracę z tytułu pracy w godzinach nadliczbowych.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Analiza aktów normatywnych, dyskusja, praca w grupach, przygotowanie projektu aktu prawnego.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oceną: ustalenie oceny zaliczeniowej na podstawie ocen cząstkowych uzyskanych z pisemnego sprawdzenia wiedzy oraz aktywności studenta w trakcie ćwiczeń.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5BAF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3C50297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6A53420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(red.) „Prawo pracy i ubezpieczeń społecznych </w:t>
            </w:r>
          </w:p>
          <w:p w14:paraId="1718B5D3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Jakub Stelina (red) „Prawo pracy”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E334F3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Zbigniew Hajn „Zbiorowe prawo pracy. Zarys sytemu”</w:t>
            </w:r>
          </w:p>
          <w:p w14:paraId="387319F5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 Jedrasik-Jankowska  „Pojęcie i konstrukcje prawne ubezpieczenia społecznego”</w:t>
            </w:r>
          </w:p>
          <w:p w14:paraId="32B7910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27CAE" w14:textId="77777777" w:rsidR="00B50B6B" w:rsidRDefault="00B50B6B" w:rsidP="00C16ABF">
      <w:pPr>
        <w:spacing w:after="0" w:line="240" w:lineRule="auto"/>
      </w:pPr>
      <w:r>
        <w:separator/>
      </w:r>
    </w:p>
  </w:endnote>
  <w:endnote w:type="continuationSeparator" w:id="0">
    <w:p w14:paraId="743FBD03" w14:textId="77777777" w:rsidR="00B50B6B" w:rsidRDefault="00B50B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2B91F" w14:textId="77777777" w:rsidR="00B50B6B" w:rsidRDefault="00B50B6B" w:rsidP="00C16ABF">
      <w:pPr>
        <w:spacing w:after="0" w:line="240" w:lineRule="auto"/>
      </w:pPr>
      <w:r>
        <w:separator/>
      </w:r>
    </w:p>
  </w:footnote>
  <w:footnote w:type="continuationSeparator" w:id="0">
    <w:p w14:paraId="0900531A" w14:textId="77777777" w:rsidR="00B50B6B" w:rsidRDefault="00B50B6B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25805">
    <w:abstractNumId w:val="0"/>
  </w:num>
  <w:num w:numId="2" w16cid:durableId="1954440529">
    <w:abstractNumId w:val="2"/>
  </w:num>
  <w:num w:numId="3" w16cid:durableId="1242003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F04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4B2D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06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50B6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74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F8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F05C-3FC1-4A50-ABDD-84F6FDE5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1032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2023-10-16T12:35:00Z</dcterms:created>
  <dcterms:modified xsi:type="dcterms:W3CDTF">2023-10-30T11:02:00Z</dcterms:modified>
</cp:coreProperties>
</file>